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7D31D18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E5B4F">
        <w:rPr>
          <w:b/>
          <w:bCs/>
        </w:rPr>
        <w:t>Vyhotovení pasportu budov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D0EA0" w14:textId="099B4643" w:rsidR="00F61CBD" w:rsidRDefault="00F61C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DD89A1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2DF29205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4B3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101E3"/>
    <w:rsid w:val="0026795D"/>
    <w:rsid w:val="002777E7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2A75"/>
    <w:rsid w:val="004B348C"/>
    <w:rsid w:val="004C20D7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0CA9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399"/>
    <w:rsid w:val="00882E6D"/>
    <w:rsid w:val="00886A5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2896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06DF4"/>
    <w:rsid w:val="00E36C4A"/>
    <w:rsid w:val="00E9723F"/>
    <w:rsid w:val="00EB104F"/>
    <w:rsid w:val="00EB52FB"/>
    <w:rsid w:val="00ED14BD"/>
    <w:rsid w:val="00EE5B4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1CBD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C4B3B"/>
    <w:rsid w:val="001D309D"/>
    <w:rsid w:val="0049171C"/>
    <w:rsid w:val="00710200"/>
    <w:rsid w:val="007E0CA9"/>
    <w:rsid w:val="0087094D"/>
    <w:rsid w:val="00B72819"/>
    <w:rsid w:val="00BE31C7"/>
    <w:rsid w:val="00C601C7"/>
    <w:rsid w:val="00E06DF4"/>
    <w:rsid w:val="00EB52FB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462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11</cp:revision>
  <cp:lastPrinted>2025-09-10T13:16:00Z</cp:lastPrinted>
  <dcterms:created xsi:type="dcterms:W3CDTF">2024-02-21T10:35:00Z</dcterms:created>
  <dcterms:modified xsi:type="dcterms:W3CDTF">2025-09-10T13:17:00Z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